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附件9</w:t>
      </w:r>
    </w:p>
    <w:p>
      <w:pPr>
        <w:spacing w:line="68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各市县卫生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健康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委考核报名咨询电话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及报名地址</w:t>
      </w:r>
    </w:p>
    <w:p>
      <w:pPr>
        <w:spacing w:line="68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tbl>
      <w:tblPr>
        <w:tblW w:w="1378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3413"/>
        <w:gridCol w:w="1947"/>
        <w:gridCol w:w="2082"/>
        <w:gridCol w:w="5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咨询电话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报名地址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海口市卫生健康委员会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王禄鸿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68723850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海口市秀英区长流镇市政府办公区16栋北五楼5014办公室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美兰区卫生健康委员会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符方茹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65350475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海口市美兰区群上路1号美兰政府大楼五楼515办公室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琼山区卫生健康委员会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方旋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65802059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海口市琼山区滨江街道惠民路1号3楼331-2室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秀英区卫生健康委员会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林琛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68633592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海口市秀英区卫生健康委员会（海交路4号五楼507室）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龙华区卫生健康委员会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王春英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66567730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海口市龙华区金园路2号金园办公区5楼513室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三亚市卫生健康委员会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88679416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三亚市天涯区解放路546号（市卫生健康委4楼408室）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海棠区卫生健康委员会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吉训诗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88810224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三亚市海棠区人民政府4楼412室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吉阳区卫生健康委员会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黎斯斯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88201102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三亚市吉阳区迎宾路483号卫健委一楼中医科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天涯区卫生健康委员会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吴淑洲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88911683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三亚市天涯区凤凰路319号区政府大院3号楼207室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崖州区卫生健康委员会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谢泽婷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88831325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三亚市崖州区崖州大道万科金色家园7号楼五楼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儋州市卫生健康委员会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邱红冬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23322340</w:t>
            </w:r>
          </w:p>
        </w:tc>
        <w:tc>
          <w:tcPr>
            <w:tcW w:w="5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儋州市那大镇怡心花园D20栋卫生院健康委员会一楼中医科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文昌市卫生健康委员会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63299355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文建东里路17号文昌市卫生健康委员会205办公室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琼海市卫生健康委员会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孟雅静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62824081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琼海市嘉积镇爱华东路130号一楼医政科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临高县卫生健康委员会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蔡明易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28283420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临高县临城镇红旗街临高县卫生健康委员会402室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乐东县卫生健康委员会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任佳宇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85596019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乐东黎族自治县抱由镇月亮湾路卫生健康委员会5楼中医岗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五指山市卫生健康委员会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龙连飞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86630863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五指山市山兰路9号原法院二楼卫健委中医室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保亭县卫生健康委员会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韩兆代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83600805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保亭县卫生健康委员会3楼中医室办公室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昌江县卫生健康委员会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谢娟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26629418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昌江县卫生健康委员会4楼403中医室办公室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琼中县卫生健康委员会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吴河兰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86226887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琼中县营根镇国兴大道卫生健康委员会二楼中医药与健康产业岗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陵水县卫生健康委员会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王利敏</w:t>
            </w:r>
          </w:p>
        </w:tc>
        <w:tc>
          <w:tcPr>
            <w:tcW w:w="2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83313759；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83332916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陵水县椰林南干道政府第二办公区县卫健委3楼中医药管理室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白沙县卫生健康委员会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符王伟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27729913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白沙县卫生健康委员会2楼中医药管理组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定安县卫生健康委员会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利晓露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63830577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定安县定城镇岳崧路第二办公区县卫健委一楼中医药和法规室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万宁市卫生健康委员会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李乔槟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62236166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万宁市万城镇红专西街万宁市卫生健康委员会四楼中医药组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澄迈县卫生健康委员会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吴清洪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67621889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澄迈县金江镇环城西路86号卫生健康委员会一楼中医岗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东方市卫生健康委员会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吴兴山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13086041172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东方市八所镇东方大道64号东方市卫健委6楼中医组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屯昌县卫生健康委员会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李善慧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67812907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屯昌县昌盛二路127号屯昌县卫生健康委员会505室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474" w:right="2041" w:bottom="1474" w:left="181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55ADB"/>
    <w:rsid w:val="0012186E"/>
    <w:rsid w:val="001A4A1C"/>
    <w:rsid w:val="003204A7"/>
    <w:rsid w:val="00776B2B"/>
    <w:rsid w:val="00881979"/>
    <w:rsid w:val="00C438B7"/>
    <w:rsid w:val="01FD554B"/>
    <w:rsid w:val="029E26F1"/>
    <w:rsid w:val="03CE1314"/>
    <w:rsid w:val="04572531"/>
    <w:rsid w:val="05A64298"/>
    <w:rsid w:val="06113E52"/>
    <w:rsid w:val="072177D3"/>
    <w:rsid w:val="08E826A6"/>
    <w:rsid w:val="0A8D48CE"/>
    <w:rsid w:val="0DCC49D4"/>
    <w:rsid w:val="10075804"/>
    <w:rsid w:val="12723130"/>
    <w:rsid w:val="13DA2C6D"/>
    <w:rsid w:val="15170057"/>
    <w:rsid w:val="1ABD64D8"/>
    <w:rsid w:val="1AF3362C"/>
    <w:rsid w:val="1B5E2159"/>
    <w:rsid w:val="1BA204B2"/>
    <w:rsid w:val="1D364817"/>
    <w:rsid w:val="1F2C1235"/>
    <w:rsid w:val="1F2E0B99"/>
    <w:rsid w:val="1FA34B1E"/>
    <w:rsid w:val="20326461"/>
    <w:rsid w:val="20BB524A"/>
    <w:rsid w:val="23D73A20"/>
    <w:rsid w:val="246B42E9"/>
    <w:rsid w:val="25243F63"/>
    <w:rsid w:val="25F846D2"/>
    <w:rsid w:val="275F48AB"/>
    <w:rsid w:val="28CE5EA0"/>
    <w:rsid w:val="290C56DB"/>
    <w:rsid w:val="295E74B7"/>
    <w:rsid w:val="2C4E0140"/>
    <w:rsid w:val="2D7358AE"/>
    <w:rsid w:val="2D830C41"/>
    <w:rsid w:val="2E4526F3"/>
    <w:rsid w:val="2E47788F"/>
    <w:rsid w:val="2F49465E"/>
    <w:rsid w:val="31ED0E05"/>
    <w:rsid w:val="32543085"/>
    <w:rsid w:val="34753170"/>
    <w:rsid w:val="35D56054"/>
    <w:rsid w:val="361F3C1E"/>
    <w:rsid w:val="369F1D07"/>
    <w:rsid w:val="38C66902"/>
    <w:rsid w:val="3A5540D8"/>
    <w:rsid w:val="3B6A441B"/>
    <w:rsid w:val="400C3956"/>
    <w:rsid w:val="40A86B0F"/>
    <w:rsid w:val="40CA2D96"/>
    <w:rsid w:val="44275DC8"/>
    <w:rsid w:val="467B368F"/>
    <w:rsid w:val="46FE26CC"/>
    <w:rsid w:val="47002FE4"/>
    <w:rsid w:val="48BB6196"/>
    <w:rsid w:val="49B707BD"/>
    <w:rsid w:val="4D991B37"/>
    <w:rsid w:val="4F021682"/>
    <w:rsid w:val="502D26AC"/>
    <w:rsid w:val="50A31339"/>
    <w:rsid w:val="52104A20"/>
    <w:rsid w:val="54C44EB4"/>
    <w:rsid w:val="55D54EFF"/>
    <w:rsid w:val="57406FA6"/>
    <w:rsid w:val="577208D3"/>
    <w:rsid w:val="59154124"/>
    <w:rsid w:val="59FD4DC8"/>
    <w:rsid w:val="5AA9726A"/>
    <w:rsid w:val="5B5A486E"/>
    <w:rsid w:val="5D562FDE"/>
    <w:rsid w:val="63D756BC"/>
    <w:rsid w:val="667321DB"/>
    <w:rsid w:val="66A01BF7"/>
    <w:rsid w:val="687C076C"/>
    <w:rsid w:val="6D047D1F"/>
    <w:rsid w:val="6D535020"/>
    <w:rsid w:val="6FEB4914"/>
    <w:rsid w:val="70F072EE"/>
    <w:rsid w:val="714037EE"/>
    <w:rsid w:val="7A6F1323"/>
    <w:rsid w:val="7C655ADB"/>
    <w:rsid w:val="7C9A3978"/>
    <w:rsid w:val="7E60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3</Pages>
  <Words>458</Words>
  <Characters>435</Characters>
  <Lines>3</Lines>
  <Paragraphs>1</Paragraphs>
  <TotalTime>5</TotalTime>
  <ScaleCrop>false</ScaleCrop>
  <LinksUpToDate>false</LinksUpToDate>
  <CharactersWithSpaces>892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2018-09-14T01:48:00Z</dcterms:created>
  <dc:creator>逆</dc:creator>
  <cp:lastModifiedBy>林少兰</cp:lastModifiedBy>
  <cp:lastPrinted>2018-09-25T11:36:00Z</cp:lastPrinted>
  <dcterms:modified xsi:type="dcterms:W3CDTF">2023-06-20T07:01:16Z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4F18ED8BE6B04AE6A3488F4B75019E84</vt:lpwstr>
  </property>
</Properties>
</file>